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B172B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B172B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FE5E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B172B3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67689">
              <w:rPr>
                <w:rFonts w:ascii="Arial" w:hAnsi="Arial" w:cs="Arial"/>
                <w:b/>
                <w:sz w:val="20"/>
                <w:szCs w:val="20"/>
              </w:rPr>
              <w:t>VZ12/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Cisco - podpora2022</w:t>
            </w:r>
          </w:p>
        </w:tc>
      </w:tr>
      <w:tr w:rsidR="00FE5E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FE5E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172B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E5E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B172B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FE5E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172B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FE5E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172B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E5E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B172B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FE5E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E5E7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E5E7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E5E7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E5E7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E5E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E5E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B172B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B172B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B172B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gramStart"/>
      <w:r w:rsidR="00967689">
        <w:rPr>
          <w:rFonts w:ascii="Arial" w:hAnsi="Arial" w:cs="Arial"/>
          <w:sz w:val="20"/>
          <w:szCs w:val="20"/>
        </w:rPr>
        <w:t>DD.MM</w:t>
      </w:r>
      <w:proofErr w:type="gramEnd"/>
      <w:r w:rsidR="00967689">
        <w:rPr>
          <w:rFonts w:ascii="Arial" w:hAnsi="Arial" w:cs="Arial"/>
          <w:sz w:val="20"/>
          <w:szCs w:val="20"/>
        </w:rPr>
        <w:t>.RRRR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B172B3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B172B3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B172B3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</w:t>
      </w:r>
      <w:r w:rsidR="00967689">
        <w:rPr>
          <w:rFonts w:ascii="Arial" w:hAnsi="Arial" w:cs="Arial"/>
          <w:sz w:val="20"/>
          <w:szCs w:val="20"/>
        </w:rPr>
        <w:t xml:space="preserve">podle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967689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967689" w:rsidRDefault="00967689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967689" w:rsidRDefault="00967689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967689" w:rsidRDefault="00967689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967689" w:rsidRDefault="00967689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172B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E5E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172B3" w:rsidP="00967689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172B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E5E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172B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172B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E5E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172B3" w:rsidP="0096768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172B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E5E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172B3" w:rsidP="00967689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172B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E5E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172B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172B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172B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E5E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172B3" w:rsidP="00967689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172B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E5E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172B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172B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E5E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172B3" w:rsidP="0096768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172B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E5E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172B3" w:rsidP="00967689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172B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E5E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172B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172B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B172B3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B172B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dne</w:t>
      </w:r>
      <w:r w:rsidR="00967689">
        <w:rPr>
          <w:rFonts w:ascii="Arial" w:hAnsi="Arial" w:cs="Arial"/>
          <w:sz w:val="20"/>
          <w:szCs w:val="20"/>
        </w:rPr>
        <w:t xml:space="preserve"> </w:t>
      </w:r>
      <w:proofErr w:type="gramStart"/>
      <w:r w:rsidR="00967689">
        <w:rPr>
          <w:rFonts w:ascii="Arial" w:hAnsi="Arial" w:cs="Arial"/>
          <w:sz w:val="20"/>
          <w:szCs w:val="20"/>
        </w:rPr>
        <w:t>DD.MM</w:t>
      </w:r>
      <w:proofErr w:type="gramEnd"/>
      <w:r w:rsidR="00967689">
        <w:rPr>
          <w:rFonts w:ascii="Arial" w:hAnsi="Arial" w:cs="Arial"/>
          <w:sz w:val="20"/>
          <w:szCs w:val="20"/>
        </w:rPr>
        <w:t>.RRRR</w:t>
      </w: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B172B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2B3" w:rsidRDefault="00B172B3">
      <w:r>
        <w:separator/>
      </w:r>
    </w:p>
  </w:endnote>
  <w:endnote w:type="continuationSeparator" w:id="0">
    <w:p w:rsidR="00B172B3" w:rsidRDefault="00B1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B172B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2B3" w:rsidRDefault="00B172B3">
      <w:r>
        <w:separator/>
      </w:r>
    </w:p>
  </w:footnote>
  <w:footnote w:type="continuationSeparator" w:id="0">
    <w:p w:rsidR="00B172B3" w:rsidRDefault="00B17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172B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7480038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FABA7E5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22807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724A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A00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8E1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92A6F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AA218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9255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843D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532B54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CD899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E2E77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99265A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AD288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3BC39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9BCD9C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4F6BC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3C4B0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756C18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BA2500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05C19B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3141F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6C1E7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54E3F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682A6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084E32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35448D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EB7816C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35A06D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6ACC51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1388C5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CF9083D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592C3B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FCC8E9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3367A8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2C4DAE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2FF411B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7FAFE9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709805B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BA4A53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AE64B9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AC0EB6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F9E318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0EE24A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01C57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4448D42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35F6AF4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8B74423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B0830F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080071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6C6C65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4EE998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E3E2E7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B7721E3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2A38FF7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F5B01B5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DF48541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C08156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9684EE1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92CD4B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8A4379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390982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73B4231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51FE05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310760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BF8917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516FE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E82B1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664B08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A300E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532BAD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0665E1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6EEA87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905D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FCE1D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EA2BB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94A7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D42A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CA7F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625A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7451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C0D8AA3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A3E58E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34224BC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CFD6ED0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9FEC5C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BF6E2D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0BC98A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FC8FD4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D24144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0EECED6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8C0A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AEC6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3AB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8C88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C290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E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2AC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66A3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470697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455411F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F2027D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14C9DB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F32C8B8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FBA4C76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DD0D8D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A1E1BE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BB22C0D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8E7EF15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566811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EB66A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440F8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5185D1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5DC5AC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C90361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E1CA79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BEACB3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7E50316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4DA70C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0F0A76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7761B6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07C5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58E6B5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38BCFDD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FE8CF7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46A434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E6C6B5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9222B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F0A0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646F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DE66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4EF1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4F854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24F1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80F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108637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5B4EA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B09CE0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B380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CE25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D6ED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CA4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9EE2B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A67B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6AC230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5BE024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9C6754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83A0D3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572F5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F6C09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33862F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E827B0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A6CC9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4E4AF8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CB7AA3F0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F9C5D5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8296317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EBC8055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31E20162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B90AE3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D72EA80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9CEED60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A704C29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BE472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63A4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10AA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0A33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68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202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5607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3E40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4BA0A7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E477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CA54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5680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CEE1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D6C52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020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F45A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D045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27E4A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C6DB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387F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A26E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5486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B678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A2F8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867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BE0D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B934962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D884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04E4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2AA3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60E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10F8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8B49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364F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EDE95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CE05D0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65C40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8650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ED02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086F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6864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2509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5033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EE1A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AA097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CDC61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8611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B44F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149A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186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0E8B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A88E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B8C3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6736018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D60FF8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665C42A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4FFE535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CF00EF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8C4CEC4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5442D94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1D9645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8172891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1862E262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62AA8FC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66CCBA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4D60B95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5F18855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0DCFFD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D9622A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366685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C0E2559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23D4D1D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D5B625A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882322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ED20AB7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E46DB4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206D96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E08532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A908234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DF0A33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D86D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56445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F4EBF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B2E1F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4E7F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762C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9B67E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AC66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544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689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172B3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E5E77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635220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25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5</cp:revision>
  <cp:lastPrinted>2018-04-18T10:56:00Z</cp:lastPrinted>
  <dcterms:created xsi:type="dcterms:W3CDTF">2019-06-04T09:28:00Z</dcterms:created>
  <dcterms:modified xsi:type="dcterms:W3CDTF">2022-03-23T17:51:00Z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